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BE0" w:rsidRDefault="00496EB3">
      <w:r>
        <w:rPr>
          <w:noProof/>
          <w:lang w:eastAsia="en-IE"/>
        </w:rPr>
        <w:drawing>
          <wp:anchor distT="0" distB="0" distL="114300" distR="114300" simplePos="0" relativeHeight="251658240" behindDoc="1" locked="0" layoutInCell="1" allowOverlap="1">
            <wp:simplePos x="2571750" y="914400"/>
            <wp:positionH relativeFrom="margin">
              <wp:align>left</wp:align>
            </wp:positionH>
            <wp:positionV relativeFrom="margin">
              <wp:align>top</wp:align>
            </wp:positionV>
            <wp:extent cx="2129897" cy="792000"/>
            <wp:effectExtent l="0" t="0" r="3810" b="8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3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9897" cy="7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962FD" w:rsidRDefault="003962FD" w:rsidP="006707A9">
      <w:pPr>
        <w:jc w:val="both"/>
        <w:rPr>
          <w:b/>
          <w:color w:val="006666"/>
          <w:sz w:val="32"/>
        </w:rPr>
      </w:pPr>
    </w:p>
    <w:p w:rsidR="003962FD" w:rsidRPr="003962FD" w:rsidRDefault="00367230" w:rsidP="00E742BE">
      <w:pPr>
        <w:rPr>
          <w:b/>
          <w:color w:val="006666"/>
          <w:sz w:val="36"/>
        </w:rPr>
      </w:pPr>
      <w:r w:rsidRPr="003962FD">
        <w:rPr>
          <w:b/>
          <w:color w:val="006666"/>
          <w:sz w:val="36"/>
        </w:rPr>
        <w:t xml:space="preserve">Application Form </w:t>
      </w:r>
    </w:p>
    <w:p w:rsidR="00E742BE" w:rsidRPr="00367230" w:rsidRDefault="00A02F41" w:rsidP="00A02F41">
      <w:pPr>
        <w:rPr>
          <w:b/>
          <w:color w:val="006666"/>
          <w:sz w:val="32"/>
        </w:rPr>
      </w:pPr>
      <w:r>
        <w:rPr>
          <w:b/>
          <w:color w:val="006666"/>
          <w:sz w:val="32"/>
        </w:rPr>
        <w:t>Wound Care Man</w:t>
      </w:r>
      <w:r w:rsidR="00646CDA">
        <w:rPr>
          <w:b/>
          <w:color w:val="006666"/>
          <w:sz w:val="32"/>
        </w:rPr>
        <w:t>agement Education Programme 2018</w:t>
      </w:r>
    </w:p>
    <w:p w:rsidR="00496EB3" w:rsidRDefault="00496EB3" w:rsidP="00367230">
      <w:pPr>
        <w:jc w:val="both"/>
      </w:pPr>
    </w:p>
    <w:tbl>
      <w:tblPr>
        <w:tblStyle w:val="TableGrid"/>
        <w:tblW w:w="5000" w:type="pct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688"/>
        <w:gridCol w:w="6940"/>
      </w:tblGrid>
      <w:tr w:rsidR="004059D8" w:rsidTr="00A02F41">
        <w:tc>
          <w:tcPr>
            <w:tcW w:w="5000" w:type="pct"/>
            <w:gridSpan w:val="2"/>
            <w:shd w:val="clear" w:color="auto" w:fill="AFDC7E"/>
          </w:tcPr>
          <w:p w:rsidR="004059D8" w:rsidRPr="004059D8" w:rsidRDefault="004059D8" w:rsidP="00AB2631">
            <w:pPr>
              <w:rPr>
                <w:b/>
                <w:i/>
              </w:rPr>
            </w:pPr>
            <w:r w:rsidRPr="004059D8">
              <w:rPr>
                <w:b/>
                <w:i/>
              </w:rPr>
              <w:t>Please ensure all sections are completed using block capitals – Thank You</w:t>
            </w:r>
          </w:p>
        </w:tc>
      </w:tr>
      <w:tr w:rsidR="00496EB3" w:rsidTr="006707A9">
        <w:tc>
          <w:tcPr>
            <w:tcW w:w="1396" w:type="pct"/>
          </w:tcPr>
          <w:p w:rsidR="00496EB3" w:rsidRDefault="00496EB3" w:rsidP="0065418B">
            <w:pPr>
              <w:jc w:val="left"/>
            </w:pPr>
            <w:r>
              <w:t>Name:</w:t>
            </w:r>
          </w:p>
        </w:tc>
        <w:tc>
          <w:tcPr>
            <w:tcW w:w="3604" w:type="pct"/>
          </w:tcPr>
          <w:p w:rsidR="00496EB3" w:rsidRDefault="00496EB3"/>
        </w:tc>
      </w:tr>
      <w:tr w:rsidR="00496EB3" w:rsidTr="006707A9">
        <w:tc>
          <w:tcPr>
            <w:tcW w:w="1396" w:type="pct"/>
          </w:tcPr>
          <w:p w:rsidR="00496EB3" w:rsidRDefault="00496EB3" w:rsidP="0065418B">
            <w:pPr>
              <w:jc w:val="left"/>
            </w:pPr>
            <w:r>
              <w:t>Job Title:</w:t>
            </w:r>
          </w:p>
        </w:tc>
        <w:tc>
          <w:tcPr>
            <w:tcW w:w="3604" w:type="pct"/>
          </w:tcPr>
          <w:p w:rsidR="00496EB3" w:rsidRDefault="00496EB3"/>
        </w:tc>
      </w:tr>
      <w:tr w:rsidR="006707A9" w:rsidTr="006707A9">
        <w:tc>
          <w:tcPr>
            <w:tcW w:w="1396" w:type="pct"/>
          </w:tcPr>
          <w:p w:rsidR="006707A9" w:rsidRDefault="006707A9" w:rsidP="0065418B">
            <w:pPr>
              <w:jc w:val="left"/>
            </w:pPr>
            <w:r>
              <w:t xml:space="preserve">Personnel No </w:t>
            </w:r>
            <w:r w:rsidRPr="006707A9">
              <w:rPr>
                <w:i/>
                <w:sz w:val="16"/>
              </w:rPr>
              <w:t>(Tallaght Hospital)</w:t>
            </w:r>
          </w:p>
        </w:tc>
        <w:tc>
          <w:tcPr>
            <w:tcW w:w="3604" w:type="pct"/>
          </w:tcPr>
          <w:p w:rsidR="006707A9" w:rsidRDefault="006707A9"/>
        </w:tc>
      </w:tr>
      <w:tr w:rsidR="00496EB3" w:rsidTr="006707A9">
        <w:tc>
          <w:tcPr>
            <w:tcW w:w="1396" w:type="pct"/>
          </w:tcPr>
          <w:p w:rsidR="00496EB3" w:rsidRDefault="00496EB3" w:rsidP="0065418B">
            <w:pPr>
              <w:jc w:val="left"/>
            </w:pPr>
            <w:r>
              <w:t>Place of Work:</w:t>
            </w:r>
          </w:p>
        </w:tc>
        <w:tc>
          <w:tcPr>
            <w:tcW w:w="3604" w:type="pct"/>
          </w:tcPr>
          <w:p w:rsidR="00496EB3" w:rsidRDefault="00496EB3"/>
        </w:tc>
      </w:tr>
      <w:tr w:rsidR="00496EB3" w:rsidTr="006707A9">
        <w:tc>
          <w:tcPr>
            <w:tcW w:w="1396" w:type="pct"/>
          </w:tcPr>
          <w:p w:rsidR="00496EB3" w:rsidRDefault="00496EB3" w:rsidP="0065418B">
            <w:pPr>
              <w:jc w:val="left"/>
            </w:pPr>
            <w:r>
              <w:t>Work Address:</w:t>
            </w:r>
          </w:p>
        </w:tc>
        <w:tc>
          <w:tcPr>
            <w:tcW w:w="3604" w:type="pct"/>
          </w:tcPr>
          <w:p w:rsidR="00496EB3" w:rsidRDefault="00496EB3"/>
        </w:tc>
      </w:tr>
      <w:tr w:rsidR="00496EB3" w:rsidTr="006707A9">
        <w:tc>
          <w:tcPr>
            <w:tcW w:w="1396" w:type="pct"/>
          </w:tcPr>
          <w:p w:rsidR="00496EB3" w:rsidRDefault="00496EB3" w:rsidP="0065418B">
            <w:pPr>
              <w:jc w:val="left"/>
            </w:pPr>
            <w:r>
              <w:t>Email Address:</w:t>
            </w:r>
          </w:p>
        </w:tc>
        <w:tc>
          <w:tcPr>
            <w:tcW w:w="3604" w:type="pct"/>
          </w:tcPr>
          <w:p w:rsidR="00496EB3" w:rsidRDefault="00496EB3"/>
        </w:tc>
      </w:tr>
      <w:tr w:rsidR="00496EB3" w:rsidTr="006707A9">
        <w:tc>
          <w:tcPr>
            <w:tcW w:w="1396" w:type="pct"/>
          </w:tcPr>
          <w:p w:rsidR="00496EB3" w:rsidRDefault="000B61FF" w:rsidP="0065418B">
            <w:pPr>
              <w:jc w:val="left"/>
            </w:pPr>
            <w:r>
              <w:t>Contact</w:t>
            </w:r>
            <w:r w:rsidR="00496EB3">
              <w:t xml:space="preserve"> Number:  </w:t>
            </w:r>
          </w:p>
        </w:tc>
        <w:tc>
          <w:tcPr>
            <w:tcW w:w="3604" w:type="pct"/>
          </w:tcPr>
          <w:p w:rsidR="00496EB3" w:rsidRDefault="00496EB3"/>
        </w:tc>
      </w:tr>
      <w:tr w:rsidR="00A02F41" w:rsidTr="006707A9">
        <w:tc>
          <w:tcPr>
            <w:tcW w:w="1396" w:type="pct"/>
          </w:tcPr>
          <w:p w:rsidR="00A02F41" w:rsidRDefault="00A02F41" w:rsidP="0065418B">
            <w:pPr>
              <w:jc w:val="left"/>
            </w:pPr>
            <w:r>
              <w:t>Manager:</w:t>
            </w:r>
          </w:p>
        </w:tc>
        <w:tc>
          <w:tcPr>
            <w:tcW w:w="3604" w:type="pct"/>
          </w:tcPr>
          <w:p w:rsidR="00A02F41" w:rsidRDefault="00A02F41"/>
        </w:tc>
      </w:tr>
    </w:tbl>
    <w:p w:rsidR="00496EB3" w:rsidRDefault="00496EB3" w:rsidP="004059D8">
      <w:pPr>
        <w:jc w:val="both"/>
      </w:pPr>
    </w:p>
    <w:tbl>
      <w:tblPr>
        <w:tblStyle w:val="TableGrid"/>
        <w:tblW w:w="0" w:type="auto"/>
        <w:jc w:val="center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093"/>
        <w:gridCol w:w="1487"/>
        <w:gridCol w:w="1488"/>
      </w:tblGrid>
      <w:tr w:rsidR="004059D8" w:rsidTr="00A02F41">
        <w:trPr>
          <w:jc w:val="center"/>
        </w:trPr>
        <w:tc>
          <w:tcPr>
            <w:tcW w:w="0" w:type="auto"/>
            <w:gridSpan w:val="3"/>
            <w:shd w:val="clear" w:color="auto" w:fill="AFDC7E"/>
          </w:tcPr>
          <w:p w:rsidR="004059D8" w:rsidRDefault="004059D8" w:rsidP="00AB2631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Payment Details - </w:t>
            </w:r>
            <w:r w:rsidRPr="004059D8">
              <w:rPr>
                <w:b/>
                <w:i/>
              </w:rPr>
              <w:t>Please tick relevant section</w:t>
            </w:r>
            <w:r w:rsidR="00367230">
              <w:rPr>
                <w:b/>
                <w:i/>
              </w:rPr>
              <w:t xml:space="preserve"> - </w:t>
            </w:r>
            <w:r w:rsidR="00367230">
              <w:rPr>
                <w:b/>
                <w:i/>
              </w:rPr>
              <w:sym w:font="Wingdings" w:char="F0FC"/>
            </w:r>
          </w:p>
        </w:tc>
      </w:tr>
      <w:tr w:rsidR="0038277D" w:rsidTr="003962FD">
        <w:trPr>
          <w:jc w:val="center"/>
        </w:trPr>
        <w:tc>
          <w:tcPr>
            <w:tcW w:w="4093" w:type="dxa"/>
          </w:tcPr>
          <w:p w:rsidR="004059D8" w:rsidRDefault="004059D8" w:rsidP="00367230">
            <w:pPr>
              <w:jc w:val="left"/>
            </w:pPr>
            <w:r>
              <w:t>Tallaght Hospital Employee:</w:t>
            </w:r>
          </w:p>
        </w:tc>
        <w:tc>
          <w:tcPr>
            <w:tcW w:w="1487" w:type="dxa"/>
          </w:tcPr>
          <w:p w:rsidR="004059D8" w:rsidRDefault="00171757" w:rsidP="00367230">
            <w:pPr>
              <w:jc w:val="left"/>
            </w:pPr>
            <w:r>
              <w:t>N/A</w:t>
            </w:r>
          </w:p>
        </w:tc>
        <w:tc>
          <w:tcPr>
            <w:tcW w:w="1488" w:type="dxa"/>
          </w:tcPr>
          <w:p w:rsidR="004059D8" w:rsidRDefault="004059D8"/>
        </w:tc>
      </w:tr>
      <w:tr w:rsidR="0038277D" w:rsidTr="003962FD">
        <w:trPr>
          <w:jc w:val="center"/>
        </w:trPr>
        <w:tc>
          <w:tcPr>
            <w:tcW w:w="4093" w:type="dxa"/>
          </w:tcPr>
          <w:p w:rsidR="004059D8" w:rsidRDefault="00AE1932" w:rsidP="00367230">
            <w:pPr>
              <w:jc w:val="left"/>
            </w:pPr>
            <w:r>
              <w:t>External Applicants</w:t>
            </w:r>
            <w:r w:rsidR="00A02F41">
              <w:t xml:space="preserve"> </w:t>
            </w:r>
            <w:r w:rsidR="004059D8">
              <w:t xml:space="preserve"> </w:t>
            </w:r>
          </w:p>
        </w:tc>
        <w:tc>
          <w:tcPr>
            <w:tcW w:w="1487" w:type="dxa"/>
          </w:tcPr>
          <w:p w:rsidR="004059D8" w:rsidRDefault="00A02F41" w:rsidP="00367230">
            <w:pPr>
              <w:jc w:val="left"/>
            </w:pPr>
            <w:r>
              <w:t>€250</w:t>
            </w:r>
          </w:p>
        </w:tc>
        <w:tc>
          <w:tcPr>
            <w:tcW w:w="1488" w:type="dxa"/>
          </w:tcPr>
          <w:p w:rsidR="004059D8" w:rsidRDefault="004059D8"/>
        </w:tc>
      </w:tr>
      <w:tr w:rsidR="00367230" w:rsidTr="00367230">
        <w:trPr>
          <w:jc w:val="center"/>
        </w:trPr>
        <w:tc>
          <w:tcPr>
            <w:tcW w:w="0" w:type="auto"/>
            <w:gridSpan w:val="3"/>
          </w:tcPr>
          <w:p w:rsidR="0038277D" w:rsidRDefault="0038277D" w:rsidP="00367230">
            <w:pPr>
              <w:jc w:val="left"/>
              <w:rPr>
                <w:b/>
                <w:i/>
              </w:rPr>
            </w:pPr>
            <w:r>
              <w:rPr>
                <w:b/>
                <w:i/>
              </w:rPr>
              <w:t xml:space="preserve">Payment </w:t>
            </w:r>
            <w:r w:rsidR="003962FD">
              <w:rPr>
                <w:b/>
                <w:i/>
              </w:rPr>
              <w:t>Options</w:t>
            </w:r>
            <w:r w:rsidR="00AB2631">
              <w:rPr>
                <w:b/>
                <w:i/>
              </w:rPr>
              <w:t xml:space="preserve"> – (Receipt will be issued on receipt of payment)</w:t>
            </w:r>
          </w:p>
          <w:p w:rsidR="0038277D" w:rsidRDefault="0038277D" w:rsidP="0038277D">
            <w:pPr>
              <w:pStyle w:val="ListParagraph"/>
              <w:numPr>
                <w:ilvl w:val="0"/>
                <w:numId w:val="1"/>
              </w:numPr>
              <w:jc w:val="left"/>
              <w:rPr>
                <w:b/>
                <w:i/>
              </w:rPr>
            </w:pPr>
            <w:r w:rsidRPr="0038277D">
              <w:rPr>
                <w:b/>
                <w:i/>
              </w:rPr>
              <w:t>Credit</w:t>
            </w:r>
            <w:r w:rsidR="003962FD">
              <w:rPr>
                <w:b/>
                <w:i/>
              </w:rPr>
              <w:t>/</w:t>
            </w:r>
            <w:r w:rsidRPr="0038277D">
              <w:rPr>
                <w:b/>
                <w:i/>
              </w:rPr>
              <w:t>Debit</w:t>
            </w:r>
            <w:r>
              <w:rPr>
                <w:b/>
                <w:i/>
              </w:rPr>
              <w:t xml:space="preserve"> Card – Contact 01-4143170</w:t>
            </w:r>
          </w:p>
          <w:p w:rsidR="00367230" w:rsidRPr="00AB2631" w:rsidRDefault="0038277D" w:rsidP="00AB2631">
            <w:pPr>
              <w:pStyle w:val="ListParagraph"/>
              <w:numPr>
                <w:ilvl w:val="0"/>
                <w:numId w:val="1"/>
              </w:numPr>
              <w:jc w:val="left"/>
              <w:rPr>
                <w:b/>
                <w:i/>
              </w:rPr>
            </w:pPr>
            <w:r w:rsidRPr="0038277D">
              <w:rPr>
                <w:b/>
                <w:i/>
              </w:rPr>
              <w:t xml:space="preserve">Cheque (made payable to Tallaght Hospital) </w:t>
            </w:r>
          </w:p>
        </w:tc>
      </w:tr>
    </w:tbl>
    <w:p w:rsidR="00AB2631" w:rsidRDefault="00AB2631"/>
    <w:tbl>
      <w:tblPr>
        <w:tblStyle w:val="TableGrid"/>
        <w:tblW w:w="0" w:type="auto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701"/>
        <w:gridCol w:w="5387"/>
      </w:tblGrid>
      <w:tr w:rsidR="00AB2631" w:rsidTr="00A02F41">
        <w:trPr>
          <w:jc w:val="center"/>
        </w:trPr>
        <w:tc>
          <w:tcPr>
            <w:tcW w:w="7088" w:type="dxa"/>
            <w:gridSpan w:val="2"/>
            <w:shd w:val="clear" w:color="auto" w:fill="AFDC7E"/>
            <w:vAlign w:val="center"/>
          </w:tcPr>
          <w:p w:rsidR="00AB2631" w:rsidRDefault="00367230" w:rsidP="00AB2631">
            <w:r w:rsidRPr="00AB2631">
              <w:rPr>
                <w:b/>
                <w:i/>
              </w:rPr>
              <w:t xml:space="preserve">Should you require an Invoice please include details </w:t>
            </w:r>
            <w:r w:rsidR="00AB2631" w:rsidRPr="00AB2631">
              <w:rPr>
                <w:b/>
                <w:i/>
              </w:rPr>
              <w:t xml:space="preserve">of </w:t>
            </w:r>
            <w:r w:rsidRPr="00AB2631">
              <w:rPr>
                <w:b/>
                <w:i/>
              </w:rPr>
              <w:t>the recipient</w:t>
            </w:r>
          </w:p>
        </w:tc>
      </w:tr>
      <w:tr w:rsidR="00AB2631" w:rsidTr="00AB2631">
        <w:trPr>
          <w:trHeight w:val="270"/>
          <w:jc w:val="center"/>
        </w:trPr>
        <w:tc>
          <w:tcPr>
            <w:tcW w:w="1701" w:type="dxa"/>
            <w:vAlign w:val="center"/>
          </w:tcPr>
          <w:p w:rsidR="00AB2631" w:rsidRDefault="00AB2631" w:rsidP="00AB2631">
            <w:pPr>
              <w:jc w:val="left"/>
            </w:pPr>
            <w:r>
              <w:t>Name:</w:t>
            </w:r>
          </w:p>
        </w:tc>
        <w:tc>
          <w:tcPr>
            <w:tcW w:w="5387" w:type="dxa"/>
            <w:vAlign w:val="center"/>
          </w:tcPr>
          <w:p w:rsidR="00AB2631" w:rsidRDefault="00AB2631" w:rsidP="00AB2631">
            <w:pPr>
              <w:jc w:val="left"/>
            </w:pPr>
          </w:p>
        </w:tc>
      </w:tr>
      <w:tr w:rsidR="00AB2631" w:rsidTr="00AB2631">
        <w:trPr>
          <w:trHeight w:val="270"/>
          <w:jc w:val="center"/>
        </w:trPr>
        <w:tc>
          <w:tcPr>
            <w:tcW w:w="1701" w:type="dxa"/>
            <w:vAlign w:val="center"/>
          </w:tcPr>
          <w:p w:rsidR="00AB2631" w:rsidRDefault="00AB2631" w:rsidP="00AB2631">
            <w:pPr>
              <w:jc w:val="left"/>
            </w:pPr>
            <w:r>
              <w:t>Address:</w:t>
            </w:r>
          </w:p>
        </w:tc>
        <w:tc>
          <w:tcPr>
            <w:tcW w:w="5387" w:type="dxa"/>
            <w:vAlign w:val="center"/>
          </w:tcPr>
          <w:p w:rsidR="00AB2631" w:rsidRDefault="00AB2631" w:rsidP="00AB2631">
            <w:pPr>
              <w:jc w:val="left"/>
            </w:pPr>
          </w:p>
        </w:tc>
      </w:tr>
    </w:tbl>
    <w:p w:rsidR="00AB2631" w:rsidRDefault="00AB2631"/>
    <w:p w:rsidR="00AB2631" w:rsidRDefault="00AB2631" w:rsidP="00AB2631">
      <w:pPr>
        <w:jc w:val="both"/>
      </w:pPr>
    </w:p>
    <w:p w:rsidR="00E742BE" w:rsidRDefault="00E742BE" w:rsidP="00B16FF5">
      <w:pPr>
        <w:jc w:val="left"/>
      </w:pPr>
      <w:r>
        <w:rPr>
          <w:b/>
          <w:i/>
        </w:rPr>
        <w:t>To ensure a place, p</w:t>
      </w:r>
      <w:r w:rsidR="004059D8" w:rsidRPr="0038277D">
        <w:rPr>
          <w:b/>
          <w:i/>
        </w:rPr>
        <w:t xml:space="preserve">lease return this completed application form </w:t>
      </w:r>
      <w:r>
        <w:rPr>
          <w:b/>
          <w:i/>
        </w:rPr>
        <w:t xml:space="preserve">by </w:t>
      </w:r>
      <w:r w:rsidR="00BE4AAE">
        <w:rPr>
          <w:b/>
          <w:i/>
        </w:rPr>
        <w:t>30</w:t>
      </w:r>
      <w:r w:rsidR="00BE4AAE" w:rsidRPr="00BE4AAE">
        <w:rPr>
          <w:b/>
          <w:i/>
          <w:vertAlign w:val="superscript"/>
        </w:rPr>
        <w:t>th</w:t>
      </w:r>
      <w:r w:rsidR="00BE4AAE">
        <w:rPr>
          <w:b/>
          <w:i/>
        </w:rPr>
        <w:t xml:space="preserve"> November </w:t>
      </w:r>
      <w:r w:rsidR="00646CDA">
        <w:rPr>
          <w:b/>
          <w:i/>
        </w:rPr>
        <w:t>2017</w:t>
      </w:r>
      <w:bookmarkStart w:id="0" w:name="_GoBack"/>
      <w:bookmarkEnd w:id="0"/>
      <w:r>
        <w:rPr>
          <w:b/>
          <w:i/>
        </w:rPr>
        <w:t xml:space="preserve"> </w:t>
      </w:r>
      <w:r w:rsidR="004059D8" w:rsidRPr="0038277D">
        <w:rPr>
          <w:b/>
          <w:i/>
        </w:rPr>
        <w:t>to</w:t>
      </w:r>
      <w:r w:rsidR="004059D8">
        <w:t>:</w:t>
      </w:r>
      <w:r w:rsidR="0038277D">
        <w:t xml:space="preserve">  </w:t>
      </w:r>
    </w:p>
    <w:p w:rsidR="00B16FF5" w:rsidRDefault="004059D8" w:rsidP="00B16FF5">
      <w:pPr>
        <w:jc w:val="left"/>
      </w:pPr>
      <w:r>
        <w:t>Sinead Fagan,</w:t>
      </w:r>
      <w:r w:rsidR="00B16FF5">
        <w:t xml:space="preserve"> Administration, </w:t>
      </w:r>
      <w:r>
        <w:t>Cen</w:t>
      </w:r>
      <w:r w:rsidR="00B16FF5">
        <w:t xml:space="preserve">tre for Learning &amp; Development, Tallaght Hospital, Tallaght, </w:t>
      </w:r>
      <w:r>
        <w:t>Dublin 24</w:t>
      </w:r>
      <w:r w:rsidR="00E742BE">
        <w:t xml:space="preserve"> </w:t>
      </w:r>
      <w:r w:rsidR="0065418B">
        <w:t>E</w:t>
      </w:r>
      <w:r w:rsidR="00B16FF5">
        <w:t xml:space="preserve">mail:  </w:t>
      </w:r>
      <w:hyperlink r:id="rId6" w:history="1">
        <w:r w:rsidR="00B16FF5" w:rsidRPr="007A4727">
          <w:rPr>
            <w:rStyle w:val="Hyperlink"/>
          </w:rPr>
          <w:t>sinead.fagan@amnch.ie</w:t>
        </w:r>
      </w:hyperlink>
      <w:r w:rsidR="00B16FF5">
        <w:t xml:space="preserve"> – Phone:  01-4143170</w:t>
      </w:r>
    </w:p>
    <w:p w:rsidR="00B16FF5" w:rsidRDefault="00B16FF5" w:rsidP="00B16FF5">
      <w:pPr>
        <w:jc w:val="left"/>
      </w:pPr>
    </w:p>
    <w:tbl>
      <w:tblPr>
        <w:tblStyle w:val="TableGrid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403"/>
        <w:gridCol w:w="2411"/>
        <w:gridCol w:w="1202"/>
        <w:gridCol w:w="1207"/>
        <w:gridCol w:w="2405"/>
      </w:tblGrid>
      <w:tr w:rsidR="00B16FF5" w:rsidTr="00A02F41">
        <w:tc>
          <w:tcPr>
            <w:tcW w:w="5000" w:type="pct"/>
            <w:gridSpan w:val="5"/>
            <w:shd w:val="clear" w:color="auto" w:fill="AFDC7E"/>
          </w:tcPr>
          <w:p w:rsidR="00B16FF5" w:rsidRPr="0065418B" w:rsidRDefault="00B16FF5" w:rsidP="00AB2631">
            <w:pPr>
              <w:rPr>
                <w:b/>
                <w:i/>
              </w:rPr>
            </w:pPr>
            <w:r w:rsidRPr="0065418B">
              <w:rPr>
                <w:b/>
                <w:i/>
              </w:rPr>
              <w:t>For Administration Purposes only:</w:t>
            </w:r>
          </w:p>
        </w:tc>
      </w:tr>
      <w:tr w:rsidR="00B16FF5" w:rsidTr="00E742BE">
        <w:tc>
          <w:tcPr>
            <w:tcW w:w="1248" w:type="pct"/>
          </w:tcPr>
          <w:p w:rsidR="00B16FF5" w:rsidRDefault="0065418B" w:rsidP="00B16FF5">
            <w:pPr>
              <w:jc w:val="left"/>
            </w:pPr>
            <w:r>
              <w:t xml:space="preserve">Application Received </w:t>
            </w:r>
            <w:r w:rsidR="00B16FF5">
              <w:t>:</w:t>
            </w:r>
          </w:p>
        </w:tc>
        <w:tc>
          <w:tcPr>
            <w:tcW w:w="1876" w:type="pct"/>
            <w:gridSpan w:val="2"/>
          </w:tcPr>
          <w:p w:rsidR="00B16FF5" w:rsidRDefault="0065418B" w:rsidP="00B16FF5">
            <w:pPr>
              <w:jc w:val="left"/>
            </w:pPr>
            <w:r>
              <w:t>Via Email on:</w:t>
            </w:r>
          </w:p>
        </w:tc>
        <w:tc>
          <w:tcPr>
            <w:tcW w:w="1876" w:type="pct"/>
            <w:gridSpan w:val="2"/>
          </w:tcPr>
          <w:p w:rsidR="00B16FF5" w:rsidRDefault="0065418B" w:rsidP="00B16FF5">
            <w:pPr>
              <w:jc w:val="left"/>
            </w:pPr>
            <w:r>
              <w:t xml:space="preserve">Via Post on:  </w:t>
            </w:r>
          </w:p>
        </w:tc>
      </w:tr>
      <w:tr w:rsidR="00E742BE" w:rsidTr="00E742BE">
        <w:tc>
          <w:tcPr>
            <w:tcW w:w="1248" w:type="pct"/>
          </w:tcPr>
          <w:p w:rsidR="00E742BE" w:rsidRDefault="00E742BE" w:rsidP="00B16FF5">
            <w:pPr>
              <w:jc w:val="left"/>
            </w:pPr>
            <w:r>
              <w:t>Payment Method:</w:t>
            </w:r>
          </w:p>
        </w:tc>
        <w:tc>
          <w:tcPr>
            <w:tcW w:w="1252" w:type="pct"/>
          </w:tcPr>
          <w:p w:rsidR="00E742BE" w:rsidRDefault="00E742BE" w:rsidP="00B16FF5">
            <w:pPr>
              <w:jc w:val="left"/>
            </w:pPr>
          </w:p>
        </w:tc>
        <w:tc>
          <w:tcPr>
            <w:tcW w:w="1251" w:type="pct"/>
            <w:gridSpan w:val="2"/>
          </w:tcPr>
          <w:p w:rsidR="00E742BE" w:rsidRDefault="00E742BE" w:rsidP="00B16FF5">
            <w:pPr>
              <w:jc w:val="left"/>
            </w:pPr>
            <w:r>
              <w:t>Invoice Issued:</w:t>
            </w:r>
          </w:p>
        </w:tc>
        <w:tc>
          <w:tcPr>
            <w:tcW w:w="1249" w:type="pct"/>
          </w:tcPr>
          <w:p w:rsidR="00E742BE" w:rsidRDefault="00E742BE" w:rsidP="00B16FF5">
            <w:pPr>
              <w:jc w:val="left"/>
            </w:pPr>
          </w:p>
        </w:tc>
      </w:tr>
      <w:tr w:rsidR="00A02F41" w:rsidTr="00A02F41">
        <w:tc>
          <w:tcPr>
            <w:tcW w:w="1248" w:type="pct"/>
          </w:tcPr>
          <w:p w:rsidR="00A02F41" w:rsidRDefault="00A02F41" w:rsidP="00B16FF5">
            <w:pPr>
              <w:jc w:val="left"/>
            </w:pPr>
            <w:r>
              <w:t xml:space="preserve">Amount Received: </w:t>
            </w:r>
          </w:p>
        </w:tc>
        <w:tc>
          <w:tcPr>
            <w:tcW w:w="1876" w:type="pct"/>
            <w:gridSpan w:val="2"/>
          </w:tcPr>
          <w:p w:rsidR="00A02F41" w:rsidRDefault="00A02F41" w:rsidP="00B16FF5">
            <w:pPr>
              <w:jc w:val="left"/>
            </w:pPr>
            <w:r>
              <w:t>N/A</w:t>
            </w:r>
          </w:p>
        </w:tc>
        <w:tc>
          <w:tcPr>
            <w:tcW w:w="1876" w:type="pct"/>
            <w:gridSpan w:val="2"/>
          </w:tcPr>
          <w:p w:rsidR="00A02F41" w:rsidRDefault="00A02F41" w:rsidP="00B16FF5">
            <w:pPr>
              <w:jc w:val="left"/>
            </w:pPr>
            <w:r>
              <w:t>€250</w:t>
            </w:r>
          </w:p>
        </w:tc>
      </w:tr>
      <w:tr w:rsidR="00E742BE" w:rsidTr="00E742BE">
        <w:tc>
          <w:tcPr>
            <w:tcW w:w="1248" w:type="pct"/>
          </w:tcPr>
          <w:p w:rsidR="00E742BE" w:rsidRDefault="00E742BE" w:rsidP="00B16FF5">
            <w:pPr>
              <w:jc w:val="left"/>
            </w:pPr>
            <w:r>
              <w:t>Receipt Issued:</w:t>
            </w:r>
          </w:p>
        </w:tc>
        <w:tc>
          <w:tcPr>
            <w:tcW w:w="3752" w:type="pct"/>
            <w:gridSpan w:val="4"/>
          </w:tcPr>
          <w:p w:rsidR="00E742BE" w:rsidRDefault="00E742BE" w:rsidP="00B16FF5">
            <w:pPr>
              <w:jc w:val="left"/>
            </w:pPr>
          </w:p>
        </w:tc>
      </w:tr>
    </w:tbl>
    <w:p w:rsidR="00B16FF5" w:rsidRPr="00AB2631" w:rsidRDefault="00B16FF5" w:rsidP="00B16FF5">
      <w:pPr>
        <w:jc w:val="left"/>
        <w:rPr>
          <w:sz w:val="8"/>
        </w:rPr>
      </w:pPr>
    </w:p>
    <w:sectPr w:rsidR="00B16FF5" w:rsidRPr="00AB2631" w:rsidSect="00D66346">
      <w:pgSz w:w="11906" w:h="16838"/>
      <w:pgMar w:top="1134" w:right="1134" w:bottom="1134" w:left="1134" w:header="709" w:footer="709" w:gutter="0"/>
      <w:pgBorders w:offsetFrom="page">
        <w:top w:val="threeDEmboss" w:sz="24" w:space="24" w:color="AFDC7E"/>
        <w:left w:val="threeDEmboss" w:sz="24" w:space="24" w:color="AFDC7E"/>
        <w:bottom w:val="threeDEngrave" w:sz="24" w:space="24" w:color="AFDC7E"/>
        <w:right w:val="threeDEngrave" w:sz="24" w:space="24" w:color="AFDC7E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9A688C"/>
    <w:multiLevelType w:val="hybridMultilevel"/>
    <w:tmpl w:val="D0447F6E"/>
    <w:lvl w:ilvl="0" w:tplc="18090017">
      <w:start w:val="1"/>
      <w:numFmt w:val="lowerLetter"/>
      <w:lvlText w:val="%1)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EB3"/>
    <w:rsid w:val="000050E0"/>
    <w:rsid w:val="00052A8D"/>
    <w:rsid w:val="000B61FF"/>
    <w:rsid w:val="00171757"/>
    <w:rsid w:val="00254CE6"/>
    <w:rsid w:val="00367230"/>
    <w:rsid w:val="0038277D"/>
    <w:rsid w:val="003962FD"/>
    <w:rsid w:val="004059D8"/>
    <w:rsid w:val="00496EB3"/>
    <w:rsid w:val="005E2AC6"/>
    <w:rsid w:val="00646CDA"/>
    <w:rsid w:val="0065418B"/>
    <w:rsid w:val="006707A9"/>
    <w:rsid w:val="008F744B"/>
    <w:rsid w:val="00A02F41"/>
    <w:rsid w:val="00A675FE"/>
    <w:rsid w:val="00AB2631"/>
    <w:rsid w:val="00AE1932"/>
    <w:rsid w:val="00B16FF5"/>
    <w:rsid w:val="00BE4AAE"/>
    <w:rsid w:val="00CD4132"/>
    <w:rsid w:val="00D66346"/>
    <w:rsid w:val="00DF0BE0"/>
    <w:rsid w:val="00E74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6B3E66-C546-4F0A-BC58-DE0832FBC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96E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16FF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3827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962F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62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nead.fagan@amnch.i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45F78A19</Template>
  <TotalTime>0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AMNCH</Company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Sinead Fagan</dc:creator>
  <cp:keywords/>
  <dc:description/>
  <cp:lastModifiedBy>Sinead Fagan</cp:lastModifiedBy>
  <cp:revision>2</cp:revision>
  <cp:lastPrinted>2016-11-10T11:31:00Z</cp:lastPrinted>
  <dcterms:created xsi:type="dcterms:W3CDTF">2017-10-23T14:55:00Z</dcterms:created>
  <dcterms:modified xsi:type="dcterms:W3CDTF">2017-10-23T14:55:00Z</dcterms:modified>
</cp:coreProperties>
</file>